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A43F63" w:rsidP="00A43F63" w:rsidRDefault="00A43F63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A43F63" w:rsidP="00A43F63" w:rsidRDefault="00A43F63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43F63" w:rsidP="00A43F63" w:rsidRDefault="00A43F63" w14:paraId="6A735ACE" w14:textId="35E760C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97B8A">
        <w:rPr>
          <w:rFonts w:ascii="Corbel" w:hAnsi="Corbel"/>
          <w:i/>
          <w:smallCaps/>
          <w:sz w:val="24"/>
          <w:szCs w:val="24"/>
        </w:rPr>
        <w:t>2022-2025</w:t>
      </w:r>
    </w:p>
    <w:p w:rsidR="00A43F63" w:rsidP="00A43F63" w:rsidRDefault="00720D61" w14:paraId="7AAEDBAA" w14:textId="01A347C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797B8A">
        <w:rPr>
          <w:rFonts w:ascii="Corbel" w:hAnsi="Corbel"/>
          <w:sz w:val="20"/>
          <w:szCs w:val="20"/>
        </w:rPr>
        <w:t>3</w:t>
      </w:r>
      <w:r w:rsidR="00A43F63">
        <w:rPr>
          <w:rFonts w:ascii="Corbel" w:hAnsi="Corbel"/>
          <w:sz w:val="20"/>
          <w:szCs w:val="20"/>
        </w:rPr>
        <w:t>/202</w:t>
      </w:r>
      <w:r w:rsidR="00797B8A">
        <w:rPr>
          <w:rFonts w:ascii="Corbel" w:hAnsi="Corbel"/>
          <w:sz w:val="20"/>
          <w:szCs w:val="20"/>
        </w:rPr>
        <w:t>4</w:t>
      </w:r>
      <w:bookmarkStart w:name="_GoBack" w:id="0"/>
      <w:bookmarkEnd w:id="0"/>
    </w:p>
    <w:p w:rsidRPr="009C54AE" w:rsidR="00A43F63" w:rsidP="00A43F63" w:rsidRDefault="00A43F63" w14:paraId="0A37501D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9C54AE" w:rsidR="00A43F63" w:rsidP="00A43F63" w:rsidRDefault="00A43F63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A43F63" w:rsidTr="68414CE9" w14:paraId="4D0279FA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335D1" w:rsidR="00A43F63" w:rsidP="00015B7F" w:rsidRDefault="00A43F63" w14:paraId="33A989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Pr="009C54AE" w:rsidR="00A43F63" w:rsidTr="68414CE9" w14:paraId="7C1F94BE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335D1" w:rsidR="00A43F63" w:rsidP="68414CE9" w:rsidRDefault="00A43F63" w14:paraId="015C20A7" w14:textId="014BE78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8414CE9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68414CE9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68414CE9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68414CE9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68414CE9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EUB</w:t>
            </w:r>
            <w:r w:rsidRPr="68414CE9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68414CE9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C-1.9a</w:t>
            </w:r>
          </w:p>
        </w:tc>
      </w:tr>
      <w:tr w:rsidRPr="009C54AE" w:rsidR="00A43F63" w:rsidTr="68414CE9" w14:paraId="4E2F8C33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A43F63" w:rsidTr="68414CE9" w14:paraId="729EEB71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82608A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A43F63" w:rsidTr="68414CE9" w14:paraId="048482E6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A43F63" w:rsidTr="68414CE9" w14:paraId="27F70225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A43F63" w:rsidTr="68414CE9" w14:paraId="3A488BE5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A43F63" w:rsidTr="68414CE9" w14:paraId="5C70B2EB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A43F63" w:rsidTr="68414CE9" w14:paraId="58954631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09A16E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Pr="009C54AE" w:rsidR="00A43F63" w:rsidTr="68414CE9" w14:paraId="6C505C59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2EEBBF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A43F63" w:rsidTr="68414CE9" w14:paraId="2786482B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A43F63" w:rsidTr="68414CE9" w14:paraId="3E9548C5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3F3C2D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Pr="009C54AE" w:rsidR="00A43F63" w:rsidTr="68414CE9" w14:paraId="799C5BD1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715E89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:rsidRPr="009C54AE" w:rsidR="00A43F63" w:rsidP="00A43F63" w:rsidRDefault="00A43F63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B11BE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B11B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B11BE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B11B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Pr="009C54AE" w:rsidR="00015B8F" w:rsidTr="00C766DF" w14:paraId="0616ED8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064B9D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335D1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335D1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5400DE" w:rsidP="005400DE" w:rsidRDefault="005400DE" w14:paraId="60061E4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5400DE" w:rsidP="005400DE" w:rsidRDefault="005400DE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37178E" w:rsidR="00D02491" w:rsidP="00D02491" w:rsidRDefault="00D02491" w14:paraId="74CDDAF3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37178E">
        <w:rPr>
          <w:rStyle w:val="normaltextrun"/>
          <w:rFonts w:ascii="Wingdings" w:hAnsi="Wingdings" w:eastAsia="Wingdings" w:cs="Wingdings"/>
        </w:rPr>
        <w:t>þ</w:t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proofErr w:type="spellStart"/>
      <w:r w:rsidRPr="0037178E">
        <w:rPr>
          <w:rStyle w:val="spellingerror"/>
          <w:rFonts w:ascii="Corbel" w:hAnsi="Corbel"/>
        </w:rPr>
        <w:t>Teams</w:t>
      </w:r>
      <w:proofErr w:type="spellEnd"/>
      <w:r w:rsidRPr="0037178E">
        <w:rPr>
          <w:rStyle w:val="spellingerror"/>
          <w:rFonts w:ascii="Corbel" w:hAnsi="Corbel"/>
        </w:rPr>
        <w:t>)</w:t>
      </w:r>
      <w:r w:rsidRPr="0037178E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D02491" w:rsidP="00D02491" w:rsidRDefault="00D02491" w14:paraId="18558E52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5400DE" w:rsidP="005400DE" w:rsidRDefault="005400DE" w14:paraId="44EAFD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80881" w:rsidP="00F83B28" w:rsidRDefault="00E22FBC" w14:paraId="607C1E4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:rsidRPr="009C54AE" w:rsidR="00E22FBC" w:rsidP="00F83B28" w:rsidRDefault="00E22FBC" w14:paraId="55D48E7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Pr="009C54AE" w:rsidR="00E22FBC" w:rsidP="009C54AE" w:rsidRDefault="00E22FBC" w14:paraId="4B94D5A5" w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3D7487D" w14:textId="77777777">
        <w:tc>
          <w:tcPr>
            <w:tcW w:w="9670" w:type="dxa"/>
          </w:tcPr>
          <w:p w:rsidRPr="00AA30D7" w:rsidR="00064B9D" w:rsidP="00064B9D" w:rsidRDefault="00064B9D" w14:paraId="170719D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:rsidRPr="00064B9D" w:rsidR="0085747A" w:rsidP="00064B9D" w:rsidRDefault="00064B9D" w14:paraId="41D4C5C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:rsidR="00153C41" w:rsidP="009C54AE" w:rsidRDefault="00153C41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7DB6D4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5FB081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7BF459D1" w14:textId="77777777">
        <w:tc>
          <w:tcPr>
            <w:tcW w:w="851" w:type="dxa"/>
            <w:vAlign w:val="center"/>
          </w:tcPr>
          <w:p w:rsidRPr="00210426" w:rsidR="0085747A" w:rsidP="009C54AE" w:rsidRDefault="0085747A" w14:paraId="5372B5A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10426" w:rsidR="0085747A" w:rsidP="00515C10" w:rsidRDefault="00064B9D" w14:paraId="6A614C7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</w:r>
            <w:r w:rsidRPr="00210426">
              <w:rPr>
                <w:rFonts w:ascii="Corbel" w:hAnsi="Corbel"/>
                <w:sz w:val="24"/>
                <w:szCs w:val="24"/>
              </w:rPr>
              <w:t xml:space="preserve"> i zewnętrznego.</w:t>
            </w:r>
          </w:p>
        </w:tc>
      </w:tr>
      <w:tr w:rsidRPr="009C54AE" w:rsidR="0085747A" w:rsidTr="00923D7D" w14:paraId="6E70C9C1" w14:textId="77777777">
        <w:tc>
          <w:tcPr>
            <w:tcW w:w="851" w:type="dxa"/>
            <w:vAlign w:val="center"/>
          </w:tcPr>
          <w:p w:rsidRPr="00210426" w:rsidR="0085747A" w:rsidP="00515C10" w:rsidRDefault="00980881" w14:paraId="550CF7E8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210426" w:rsidR="0085747A" w:rsidP="00515C10" w:rsidRDefault="00515C10" w14:paraId="5FCAB40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Pr="009C54AE" w:rsidR="0085747A" w:rsidTr="00923D7D" w14:paraId="51BEFEA3" w14:textId="77777777">
        <w:tc>
          <w:tcPr>
            <w:tcW w:w="851" w:type="dxa"/>
            <w:vAlign w:val="center"/>
          </w:tcPr>
          <w:p w:rsidRPr="00210426" w:rsidR="0085747A" w:rsidP="009C54AE" w:rsidRDefault="006753D3" w14:paraId="53C0B3C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210426" w:rsidR="0085747A" w:rsidP="00515C10" w:rsidRDefault="008A747E" w14:paraId="1B21468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Pr="00210426" w:rsidR="00515C10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Pr="00210426" w:rsidR="002348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515C10" w:rsidRDefault="0085747A" w14:paraId="049F31C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EAA6E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>Efekty kształcenia dla przedmiotu</w:t>
      </w:r>
    </w:p>
    <w:p w:rsidRPr="009C54AE" w:rsidR="001D7B54" w:rsidP="009C54AE" w:rsidRDefault="001D7B54" w14:paraId="5312826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1160A757" w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9C54AE" w:rsidRDefault="0085747A" w14:paraId="70EE92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:rsidRPr="009C54AE" w:rsidR="0085747A" w:rsidP="009C54AE" w:rsidRDefault="005400DE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07B2A48" w14:textId="77777777">
        <w:tc>
          <w:tcPr>
            <w:tcW w:w="1701" w:type="dxa"/>
          </w:tcPr>
          <w:p w:rsidRPr="009C54AE" w:rsidR="0085747A" w:rsidP="009C54AE" w:rsidRDefault="0023489F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515C10" w:rsidR="0085747A" w:rsidP="00515C10" w:rsidRDefault="00515C10" w14:paraId="1C74B6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:rsidR="0023489F" w:rsidP="00515C10" w:rsidRDefault="0023489F" w14:paraId="27F8033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:rsidRPr="0023489F" w:rsidR="0085747A" w:rsidP="00515C10" w:rsidRDefault="0085747A" w14:paraId="62486C05" w14:textId="7777777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Pr="009C54AE" w:rsidR="00515C10" w:rsidTr="005E6E85" w14:paraId="676306EA" w14:textId="77777777">
        <w:tc>
          <w:tcPr>
            <w:tcW w:w="1701" w:type="dxa"/>
          </w:tcPr>
          <w:p w:rsidRPr="009C54AE" w:rsidR="00515C10" w:rsidP="009C54AE" w:rsidRDefault="00515C10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515C10" w:rsidR="00515C10" w:rsidP="00515C10" w:rsidRDefault="00515C10" w14:paraId="3E6230F8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:rsidRPr="0023489F" w:rsidR="00515C10" w:rsidP="00515C10" w:rsidRDefault="00515C10" w14:paraId="3CFCD0C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:rsidR="005400DE" w:rsidP="005400DE" w:rsidRDefault="005400DE" w14:paraId="5E6EAEE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5400DE" w:rsidP="005400DE" w:rsidRDefault="005400DE" w14:paraId="2A4E307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:rsidRPr="0023489F" w:rsidR="00515C10" w:rsidP="00515C10" w:rsidRDefault="00515C10" w14:paraId="4101652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515C10" w:rsidTr="005E6E85" w14:paraId="5357E983" w14:textId="77777777">
        <w:tc>
          <w:tcPr>
            <w:tcW w:w="1701" w:type="dxa"/>
          </w:tcPr>
          <w:p w:rsidRPr="009C54AE" w:rsidR="00515C10" w:rsidP="009C54AE" w:rsidRDefault="00515C10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515C10" w:rsidR="00515C10" w:rsidP="00F02E5B" w:rsidRDefault="00F02E5B" w14:paraId="34AEE2E5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Pr="00515C10" w:rsid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00DE" w:rsidR="005400DE">
              <w:rPr>
                <w:rFonts w:ascii="Corbel" w:hAnsi="Corbel"/>
                <w:sz w:val="24"/>
                <w:szCs w:val="24"/>
              </w:rPr>
              <w:t>relacyjnego</w:t>
            </w:r>
            <w:r w:rsidRPr="005400DE" w:rsidR="00515C1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15C10" w:rsidP="00515C10" w:rsidRDefault="00515C10" w14:paraId="0495AD7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:rsidR="00515C10" w:rsidP="00515C10" w:rsidRDefault="00515C10" w14:paraId="1A5D6DC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:rsidRPr="0023489F" w:rsidR="00515C10" w:rsidP="00515C10" w:rsidRDefault="00515C10" w14:paraId="4B99056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23489F" w:rsidTr="005E6E85" w14:paraId="406FF373" w14:textId="77777777">
        <w:tc>
          <w:tcPr>
            <w:tcW w:w="1701" w:type="dxa"/>
          </w:tcPr>
          <w:p w:rsidRPr="009C54AE" w:rsidR="0023489F" w:rsidP="0023489F" w:rsidRDefault="0023489F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515C10" w:rsidR="0023489F" w:rsidP="00515C10" w:rsidRDefault="00515C10" w14:paraId="1721DCA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:rsidR="0023489F" w:rsidP="00515C10" w:rsidRDefault="0023489F" w14:paraId="0A428C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:rsidR="0023489F" w:rsidP="00515C10" w:rsidRDefault="0023489F" w14:paraId="5B2AA1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:rsidRPr="0023489F" w:rsidR="00515C10" w:rsidP="00515C10" w:rsidRDefault="00515C10" w14:paraId="1299C4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4DDBEF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01D3B" w:rsidP="00801D3B" w:rsidRDefault="00801D3B" w14:paraId="2FDE1D4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:rsidRPr="0023489F" w:rsidR="00801D3B" w:rsidP="00801D3B" w:rsidRDefault="00801D3B" w14:paraId="56CF59E3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01D3B" w:rsidTr="00C57D6F" w14:paraId="587EA2A8" w14:textId="77777777">
        <w:tc>
          <w:tcPr>
            <w:tcW w:w="9639" w:type="dxa"/>
          </w:tcPr>
          <w:p w:rsidRPr="009C54AE" w:rsidR="00801D3B" w:rsidP="00C57D6F" w:rsidRDefault="00801D3B" w14:paraId="3511302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01D3B" w:rsidTr="00C57D6F" w14:paraId="7EFF1D37" w14:textId="77777777">
        <w:tc>
          <w:tcPr>
            <w:tcW w:w="9639" w:type="dxa"/>
            <w:vAlign w:val="center"/>
          </w:tcPr>
          <w:p w:rsidRPr="008B0208" w:rsidR="00801D3B" w:rsidP="00C57D6F" w:rsidRDefault="00801D3B" w14:paraId="677CE370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Pr="009C54AE" w:rsidR="00801D3B" w:rsidTr="00C57D6F" w14:paraId="72CFE7AE" w14:textId="77777777">
        <w:tc>
          <w:tcPr>
            <w:tcW w:w="9639" w:type="dxa"/>
            <w:vAlign w:val="center"/>
          </w:tcPr>
          <w:p w:rsidRPr="008B0208" w:rsidR="00801D3B" w:rsidP="00C57D6F" w:rsidRDefault="00801D3B" w14:paraId="077AFF46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Pr="009C54AE" w:rsidR="00801D3B" w:rsidTr="00C57D6F" w14:paraId="6A55A625" w14:textId="77777777">
        <w:tc>
          <w:tcPr>
            <w:tcW w:w="9639" w:type="dxa"/>
            <w:vAlign w:val="center"/>
          </w:tcPr>
          <w:p w:rsidRPr="008B0208" w:rsidR="00801D3B" w:rsidP="00C57D6F" w:rsidRDefault="00801D3B" w14:paraId="38351B9F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Pr="009C54AE" w:rsidR="00801D3B" w:rsidTr="00C57D6F" w14:paraId="35C69B58" w14:textId="77777777">
        <w:tc>
          <w:tcPr>
            <w:tcW w:w="9639" w:type="dxa"/>
            <w:vAlign w:val="center"/>
          </w:tcPr>
          <w:p w:rsidRPr="008B0208" w:rsidR="00801D3B" w:rsidP="00C57D6F" w:rsidRDefault="00801D3B" w14:paraId="54097E9A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Pr="009C54AE" w:rsidR="00801D3B" w:rsidTr="00C57D6F" w14:paraId="3ACCF207" w14:textId="77777777">
        <w:tc>
          <w:tcPr>
            <w:tcW w:w="9639" w:type="dxa"/>
          </w:tcPr>
          <w:p w:rsidRPr="008B0208" w:rsidR="00801D3B" w:rsidP="00C57D6F" w:rsidRDefault="00801D3B" w14:paraId="22FCED31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Pr="009C54AE" w:rsidR="00801D3B" w:rsidTr="00C57D6F" w14:paraId="52915A6E" w14:textId="77777777">
        <w:tc>
          <w:tcPr>
            <w:tcW w:w="9639" w:type="dxa"/>
            <w:vAlign w:val="center"/>
          </w:tcPr>
          <w:p w:rsidRPr="008B0208" w:rsidR="00801D3B" w:rsidP="00C57D6F" w:rsidRDefault="00801D3B" w14:paraId="3EBA3F39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Pr="009C54AE" w:rsidR="00801D3B" w:rsidTr="00C57D6F" w14:paraId="5ADEC181" w14:textId="77777777">
        <w:tc>
          <w:tcPr>
            <w:tcW w:w="9639" w:type="dxa"/>
            <w:vAlign w:val="center"/>
          </w:tcPr>
          <w:p w:rsidRPr="008B0208" w:rsidR="00801D3B" w:rsidP="00C57D6F" w:rsidRDefault="00801D3B" w14:paraId="5D4A682F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Pr="009C54AE" w:rsidR="00801D3B" w:rsidTr="00C57D6F" w14:paraId="0627FB3B" w14:textId="77777777">
        <w:tc>
          <w:tcPr>
            <w:tcW w:w="9639" w:type="dxa"/>
            <w:vAlign w:val="center"/>
          </w:tcPr>
          <w:p w:rsidRPr="008B0208" w:rsidR="00801D3B" w:rsidP="00C57D6F" w:rsidRDefault="00801D3B" w14:paraId="10142098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Pr="009C54AE" w:rsidR="00801D3B" w:rsidTr="00C57D6F" w14:paraId="450CC1DD" w14:textId="77777777">
        <w:tc>
          <w:tcPr>
            <w:tcW w:w="9639" w:type="dxa"/>
            <w:vAlign w:val="center"/>
          </w:tcPr>
          <w:p w:rsidRPr="008B0208" w:rsidR="00801D3B" w:rsidP="00C57D6F" w:rsidRDefault="00801D3B" w14:paraId="611737EB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Pr="009C54AE" w:rsidR="00801D3B" w:rsidTr="00C57D6F" w14:paraId="4DF87D54" w14:textId="77777777">
        <w:tc>
          <w:tcPr>
            <w:tcW w:w="9639" w:type="dxa"/>
            <w:vAlign w:val="center"/>
          </w:tcPr>
          <w:p w:rsidRPr="008B0208" w:rsidR="00801D3B" w:rsidP="00C57D6F" w:rsidRDefault="00801D3B" w14:paraId="7765863D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Pr="00C32DE0" w:rsidR="00801D3B" w:rsidTr="00C57D6F" w14:paraId="56A59C5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0208" w:rsidR="00801D3B" w:rsidP="00C57D6F" w:rsidRDefault="00801D3B" w14:paraId="47D828E6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Pr="00C32DE0" w:rsidR="00801D3B" w:rsidTr="00C57D6F" w14:paraId="28E6F85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0208" w:rsidR="00801D3B" w:rsidP="00C57D6F" w:rsidRDefault="00801D3B" w14:paraId="57325478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Pr="00C32DE0" w:rsidR="00801D3B" w:rsidTr="00C57D6F" w14:paraId="5DB3B92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0208" w:rsidR="00801D3B" w:rsidP="00C57D6F" w:rsidRDefault="00801D3B" w14:paraId="3AA8992E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Pr="00C32DE0" w:rsidR="00801D3B" w:rsidTr="00C57D6F" w14:paraId="17A32EC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0208" w:rsidR="00801D3B" w:rsidP="00C57D6F" w:rsidRDefault="00801D3B" w14:paraId="576B299F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Pr="00C32DE0" w:rsidR="00801D3B" w:rsidTr="00C57D6F" w14:paraId="1A71A44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0208" w:rsidR="00801D3B" w:rsidP="00C57D6F" w:rsidRDefault="00801D3B" w14:paraId="518F8622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:rsidRPr="009C54AE" w:rsidR="00801D3B" w:rsidP="00801D3B" w:rsidRDefault="00801D3B" w14:paraId="3461D7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B5001" w:rsidR="002B5001" w:rsidP="002B5001" w:rsidRDefault="00F02E5B" w14:paraId="5F9041D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2B5001" w:rsidR="002B5001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43CE9E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Pr="009C54AE"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9C54AE" w:rsidR="0085747A" w:rsidTr="00923D7D" w14:paraId="3CD72C34" w14:textId="77777777">
        <w:tc>
          <w:tcPr>
            <w:tcW w:w="2410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B5001" w:rsidTr="00923D7D" w14:paraId="515347EC" w14:textId="77777777">
        <w:tc>
          <w:tcPr>
            <w:tcW w:w="2410" w:type="dxa"/>
          </w:tcPr>
          <w:p w:rsidRPr="009C54AE" w:rsidR="002B5001" w:rsidP="006974E8" w:rsidRDefault="002B5001" w14:paraId="4EEBB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:rsidRPr="009C54AE" w:rsidR="002B5001" w:rsidP="009C54AE" w:rsidRDefault="00DB0CD2" w14:paraId="4E0D8D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2B5001" w:rsidR="002B5001" w:rsidP="005068E6" w:rsidRDefault="002B5001" w14:paraId="5B793073" w14:textId="77777777">
            <w:pPr>
              <w:jc w:val="center"/>
            </w:pPr>
            <w:r w:rsidRPr="002B5001">
              <w:t>ćw.</w:t>
            </w:r>
          </w:p>
        </w:tc>
      </w:tr>
      <w:tr w:rsidRPr="009C54AE" w:rsidR="002B5001" w:rsidTr="00923D7D" w14:paraId="425FE770" w14:textId="77777777">
        <w:tc>
          <w:tcPr>
            <w:tcW w:w="2410" w:type="dxa"/>
          </w:tcPr>
          <w:p w:rsidRPr="009C54AE" w:rsidR="002B5001" w:rsidP="006974E8" w:rsidRDefault="002B5001" w14:paraId="69FEF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Pr="009C54AE" w:rsidR="002B5001" w:rsidP="009C54AE" w:rsidRDefault="00DB0CD2" w14:paraId="596B26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:rsidRPr="002B5001" w:rsidR="002B5001" w:rsidP="005068E6" w:rsidRDefault="002B5001" w14:paraId="206066E6" w14:textId="77777777">
            <w:pPr>
              <w:jc w:val="center"/>
            </w:pPr>
            <w:r w:rsidRPr="002B5001">
              <w:t>ćw.</w:t>
            </w:r>
          </w:p>
        </w:tc>
      </w:tr>
      <w:tr w:rsidRPr="009C54AE" w:rsidR="002B5001" w:rsidTr="00923D7D" w14:paraId="779B8988" w14:textId="77777777">
        <w:tc>
          <w:tcPr>
            <w:tcW w:w="2410" w:type="dxa"/>
          </w:tcPr>
          <w:p w:rsidRPr="009C54AE" w:rsidR="002B5001" w:rsidP="006974E8" w:rsidRDefault="002B5001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:rsidRPr="009C54AE" w:rsidR="002B5001" w:rsidP="009C54AE" w:rsidRDefault="00DB0CD2" w14:paraId="300B5F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:rsidRPr="002B5001" w:rsidR="002B5001" w:rsidP="005068E6" w:rsidRDefault="002B5001" w14:paraId="50551F48" w14:textId="77777777">
            <w:pPr>
              <w:jc w:val="center"/>
            </w:pPr>
            <w:r w:rsidRPr="002B5001">
              <w:t>ćw.</w:t>
            </w:r>
          </w:p>
        </w:tc>
      </w:tr>
      <w:tr w:rsidRPr="009C54AE" w:rsidR="002B5001" w:rsidTr="00923D7D" w14:paraId="7F47A62C" w14:textId="77777777">
        <w:tc>
          <w:tcPr>
            <w:tcW w:w="2410" w:type="dxa"/>
          </w:tcPr>
          <w:p w:rsidRPr="009C54AE" w:rsidR="002B5001" w:rsidP="006974E8" w:rsidRDefault="002B5001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:rsidRPr="009C54AE" w:rsidR="002B5001" w:rsidP="009C54AE" w:rsidRDefault="00DB0CD2" w14:paraId="12A510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:rsidRPr="002B5001" w:rsidR="002B5001" w:rsidP="005068E6" w:rsidRDefault="002B5001" w14:paraId="018A3C57" w14:textId="77777777">
            <w:pPr>
              <w:jc w:val="center"/>
            </w:pPr>
            <w:r w:rsidRPr="002B5001">
              <w:t>ćw.</w:t>
            </w:r>
          </w:p>
        </w:tc>
      </w:tr>
    </w:tbl>
    <w:p w:rsidRPr="009C54AE" w:rsidR="00923D7D" w:rsidP="009C54AE" w:rsidRDefault="00923D7D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F60FB" w:rsidR="00F02E5B" w:rsidP="00F02E5B" w:rsidRDefault="00F02E5B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D112C" w:rsidR="00F02E5B" w:rsidTr="00015B7F" w14:paraId="267FFB1B" w14:textId="77777777">
        <w:tc>
          <w:tcPr>
            <w:tcW w:w="9670" w:type="dxa"/>
          </w:tcPr>
          <w:p w:rsidRPr="00260E45" w:rsidR="00F02E5B" w:rsidP="00015B7F" w:rsidRDefault="00F02E5B" w14:paraId="4D2552AF" w14:textId="7777777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:rsidRPr="00260E45" w:rsidR="00F02E5B" w:rsidP="00015B7F" w:rsidRDefault="00F02E5B" w14:paraId="403CE487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260E45">
              <w:rPr>
                <w:rFonts w:ascii="Corbel" w:hAnsi="Corbel" w:eastAsia="Cambria"/>
                <w:sz w:val="24"/>
                <w:szCs w:val="24"/>
              </w:rPr>
              <w:t>pozytywna ocena z kolokwium,</w:t>
            </w:r>
          </w:p>
          <w:p w:rsidRPr="00DB0CD2" w:rsidR="00F02E5B" w:rsidP="00015B7F" w:rsidRDefault="00F02E5B" w14:paraId="16090BE0" w14:textId="7777777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hAnsi="Corbel" w:eastAsia="Cambria"/>
                <w:b w:val="0"/>
                <w:szCs w:val="24"/>
              </w:rPr>
            </w:pPr>
            <w:r w:rsidRPr="00DB0CD2">
              <w:rPr>
                <w:rFonts w:ascii="Corbel" w:hAnsi="Corbel" w:eastAsia="Cambria"/>
                <w:b w:val="0"/>
                <w:szCs w:val="24"/>
              </w:rPr>
              <w:t>poprawne zrealizowanie</w:t>
            </w:r>
            <w:r>
              <w:rPr>
                <w:rFonts w:ascii="Corbel" w:hAnsi="Corbel" w:eastAsia="Cambria"/>
                <w:b w:val="0"/>
                <w:szCs w:val="24"/>
              </w:rPr>
              <w:t xml:space="preserve"> 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>projekt</w:t>
            </w:r>
            <w:r>
              <w:rPr>
                <w:rFonts w:ascii="Corbel" w:hAnsi="Corbel" w:eastAsia="Cambria"/>
                <w:b w:val="0"/>
                <w:szCs w:val="24"/>
              </w:rPr>
              <w:t>u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 xml:space="preserve"> </w:t>
            </w:r>
          </w:p>
          <w:p w:rsidRPr="00DB0CD2" w:rsidR="00F02E5B" w:rsidP="00015B7F" w:rsidRDefault="00F02E5B" w14:paraId="3FB90D3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Pr="00DB0CD2" w:rsidR="00F02E5B" w:rsidP="00015B7F" w:rsidRDefault="00F02E5B" w14:paraId="7669B63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:rsidRPr="00DB0CD2" w:rsidR="00F02E5B" w:rsidP="00015B7F" w:rsidRDefault="00F02E5B" w14:paraId="1E7D14A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:rsidRPr="00DB0CD2" w:rsidR="00F02E5B" w:rsidP="00015B7F" w:rsidRDefault="00F02E5B" w14:paraId="4E2361B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:rsidRPr="00DB0CD2" w:rsidR="00F02E5B" w:rsidP="00015B7F" w:rsidRDefault="00F02E5B" w14:paraId="5D305C8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:rsidRPr="00DB0CD2" w:rsidR="00F02E5B" w:rsidP="00015B7F" w:rsidRDefault="00F02E5B" w14:paraId="3067BA6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:rsidRPr="00DB0CD2" w:rsidR="00F02E5B" w:rsidP="00015B7F" w:rsidRDefault="00F02E5B" w14:paraId="4FA1DE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:rsidRPr="00DD112C" w:rsidR="00F02E5B" w:rsidP="00015B7F" w:rsidRDefault="00F02E5B" w14:paraId="59B87837" w14:textId="7777777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:rsidR="00F02E5B" w:rsidP="00CA6617" w:rsidRDefault="00CA6617" w14:paraId="62EBF3C5" w14:textId="7777777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D42568" w:rsidTr="00923D7D" w14:paraId="32BD5F16" w14:textId="77777777">
        <w:tc>
          <w:tcPr>
            <w:tcW w:w="4962" w:type="dxa"/>
          </w:tcPr>
          <w:p w:rsidRPr="009C54AE" w:rsidR="00D42568" w:rsidP="008B4DD3" w:rsidRDefault="00D42568" w14:paraId="2B7987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Pr="009C54AE" w:rsidR="00D42568" w:rsidP="008B4DD3" w:rsidRDefault="00D42568" w14:paraId="60DA32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D42568" w:rsidTr="00923D7D" w14:paraId="2858F702" w14:textId="77777777">
        <w:tc>
          <w:tcPr>
            <w:tcW w:w="4962" w:type="dxa"/>
          </w:tcPr>
          <w:p w:rsidRPr="009C54AE" w:rsidR="00D42568" w:rsidP="008B4DD3" w:rsidRDefault="00D42568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D42568" w:rsidP="008B4DD3" w:rsidRDefault="00D42568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D42568" w:rsidP="008B4DD3" w:rsidRDefault="00D42568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D42568" w:rsidTr="00923D7D" w14:paraId="6356203F" w14:textId="77777777">
        <w:tc>
          <w:tcPr>
            <w:tcW w:w="4962" w:type="dxa"/>
          </w:tcPr>
          <w:p w:rsidRPr="009C54AE" w:rsidR="00D42568" w:rsidP="00D42568" w:rsidRDefault="00D42568" w14:paraId="756878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:rsidRPr="009C54AE" w:rsidR="00D42568" w:rsidP="008B4DD3" w:rsidRDefault="00D42568" w14:paraId="526D80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5747A" w:rsidTr="00923D7D" w14:paraId="4D6280AD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D42568" w:rsidRDefault="00D42568" w14:paraId="688618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AD00C0E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42568" w:rsidR="0085747A" w:rsidP="00D42568" w:rsidRDefault="00D42568" w14:paraId="78E884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6E3DD5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5997CC1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82608A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82608A" w:rsidRDefault="00D42568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82608A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82608A" w:rsidRDefault="00D42568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10FFD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B69937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116645BB" w14:paraId="42CFF4C0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F328D" w:rsidR="00CF328D" w:rsidP="00CF328D" w:rsidRDefault="009E7743" w14:paraId="41E6EB97" w14:textId="77777777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Pr="00CF328D" w:rsid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Pr="00CF328D" w:rsid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F328D" w:rsid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:rsidRPr="009C54AE" w:rsidR="00D42568" w:rsidP="00D02491" w:rsidRDefault="00CF328D" w14:paraId="3FE9F23F" w14:textId="02FA8FA2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Pr="009C54AE" w:rsidR="0085747A" w:rsidTr="116645BB" w14:paraId="4BCB9026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CF328D" w:rsidR="002275D9" w:rsidP="116645BB" w:rsidRDefault="00CF328D" w14:paraId="70B58DB1" w14:textId="77777777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:rsidRPr="009C54AE" w:rsidR="00CF328D" w:rsidP="116645BB" w:rsidRDefault="00747335" w14:paraId="41BB7987" w14:textId="184D73E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:rsidRPr="009C54AE" w:rsidR="00CF328D" w:rsidP="116645BB" w:rsidRDefault="76C1D315" w14:paraId="056090D9" w14:textId="4D4874FA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16645BB">
              <w:rPr>
                <w:rFonts w:ascii="Corbel" w:hAnsi="Corbel" w:eastAsia="Corbel" w:cs="Corbel"/>
                <w:sz w:val="24"/>
                <w:szCs w:val="24"/>
              </w:rPr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:rsidRPr="009C54AE" w:rsidR="0085747A" w:rsidP="009C54AE" w:rsidRDefault="0085747A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8CE6F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D25" w:rsidP="00C16ABF" w:rsidRDefault="00837D25" w14:paraId="3A04B176" w14:textId="77777777">
      <w:pPr>
        <w:spacing w:after="0" w:line="240" w:lineRule="auto"/>
      </w:pPr>
      <w:r>
        <w:separator/>
      </w:r>
    </w:p>
  </w:endnote>
  <w:endnote w:type="continuationSeparator" w:id="0">
    <w:p w:rsidR="00837D25" w:rsidP="00C16ABF" w:rsidRDefault="00837D25" w14:paraId="104158A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D25" w:rsidP="00C16ABF" w:rsidRDefault="00837D25" w14:paraId="3610FD8D" w14:textId="77777777">
      <w:pPr>
        <w:spacing w:after="0" w:line="240" w:lineRule="auto"/>
      </w:pPr>
      <w:r>
        <w:separator/>
      </w:r>
    </w:p>
  </w:footnote>
  <w:footnote w:type="continuationSeparator" w:id="0">
    <w:p w:rsidR="00837D25" w:rsidP="00C16ABF" w:rsidRDefault="00837D25" w14:paraId="3F53B351" w14:textId="77777777">
      <w:pPr>
        <w:spacing w:after="0" w:line="240" w:lineRule="auto"/>
      </w:pPr>
      <w:r>
        <w:continuationSeparator/>
      </w:r>
    </w:p>
  </w:footnote>
  <w:footnote w:id="1">
    <w:p w:rsidR="005400DE" w:rsidP="005400DE" w:rsidRDefault="005400DE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21999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97B8A"/>
    <w:rsid w:val="007A4022"/>
    <w:rsid w:val="007A6E6E"/>
    <w:rsid w:val="007C3299"/>
    <w:rsid w:val="007C3BCC"/>
    <w:rsid w:val="007D6E56"/>
    <w:rsid w:val="007F4155"/>
    <w:rsid w:val="00801D3B"/>
    <w:rsid w:val="0081707E"/>
    <w:rsid w:val="0082608A"/>
    <w:rsid w:val="00837D25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10ACE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8414CE9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/>
      <w:b/>
      <w:sz w:val="24"/>
      <w:szCs w:val="20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link w:val="Nagwek1"/>
    <w:rsid w:val="0023489F"/>
    <w:rPr>
      <w:rFonts w:eastAsia="Times New Roman"/>
      <w:b/>
      <w:sz w:val="24"/>
    </w:rPr>
  </w:style>
  <w:style w:type="paragraph" w:styleId="paragraph" w:customStyle="1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D02491"/>
  </w:style>
  <w:style w:type="character" w:styleId="spellingerror" w:customStyle="1">
    <w:name w:val="spellingerror"/>
    <w:basedOn w:val="Domylnaczcionkaakapitu"/>
    <w:rsid w:val="00D02491"/>
  </w:style>
  <w:style w:type="character" w:styleId="eop" w:customStyle="1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9DA740-09E2-4FCA-979C-2EFD50635E8D}"/>
</file>

<file path=customXml/itemProps3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5D8DAD-60F2-47E7-9DA2-90E8668CA93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20</cp:revision>
  <cp:lastPrinted>2017-02-15T21:41:00Z</cp:lastPrinted>
  <dcterms:created xsi:type="dcterms:W3CDTF">2020-12-04T19:29:00Z</dcterms:created>
  <dcterms:modified xsi:type="dcterms:W3CDTF">2022-06-03T09:19:36Z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